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  <w:bookmarkStart w:id="0" w:name="_GoBack"/>
      <w:bookmarkEnd w:id="0"/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727170" w:rsidRPr="000E3C0B" w:rsidRDefault="00727170" w:rsidP="00887241">
      <w:pPr>
        <w:pStyle w:val="Bulleted1"/>
        <w:rPr>
          <w:rFonts w:ascii="Arial" w:hAnsi="Arial"/>
          <w:lang w:val="fr-FR"/>
        </w:rPr>
      </w:pPr>
      <w:r w:rsidRPr="000E3C0B">
        <w:rPr>
          <w:rFonts w:ascii="Arial" w:hAnsi="Arial"/>
          <w:lang w:val="fr-FR"/>
        </w:rPr>
        <w:t>l</w:t>
      </w:r>
      <w:r w:rsidR="00CB3433" w:rsidRPr="000E3C0B">
        <w:rPr>
          <w:rFonts w:ascii="Arial" w:hAnsi="Arial"/>
          <w:lang w:val="fr-FR"/>
        </w:rPr>
        <w:t>a</w:t>
      </w:r>
      <w:r w:rsidRPr="000E3C0B">
        <w:rPr>
          <w:rFonts w:ascii="Arial" w:hAnsi="Arial"/>
          <w:lang w:val="fr-FR"/>
        </w:rPr>
        <w:t xml:space="preserve"> </w:t>
      </w:r>
      <w:r w:rsidR="00CB3433" w:rsidRPr="000E3C0B">
        <w:rPr>
          <w:rFonts w:ascii="Arial" w:hAnsi="Arial"/>
          <w:lang w:val="fr-FR"/>
        </w:rPr>
        <w:t>plus petite touche de rinçage est complètement ronde</w:t>
      </w:r>
      <w:r w:rsidR="000E3C0B" w:rsidRPr="000E3C0B">
        <w:rPr>
          <w:rFonts w:ascii="Arial" w:hAnsi="Arial"/>
          <w:lang w:val="fr-FR"/>
        </w:rPr>
        <w:t xml:space="preserve"> et s'imbrique légèrement dans</w:t>
      </w:r>
      <w:r w:rsidRPr="000E3C0B">
        <w:rPr>
          <w:rFonts w:ascii="Arial" w:hAnsi="Arial"/>
          <w:lang w:val="fr-FR"/>
        </w:rPr>
        <w:t xml:space="preserve"> </w:t>
      </w:r>
      <w:r w:rsidR="00CB3433" w:rsidRPr="000E3C0B">
        <w:rPr>
          <w:rFonts w:ascii="Arial" w:hAnsi="Arial"/>
          <w:lang w:val="fr-FR"/>
        </w:rPr>
        <w:t xml:space="preserve">la plus grande touche de </w:t>
      </w:r>
      <w:r w:rsidRPr="000E3C0B">
        <w:rPr>
          <w:rFonts w:ascii="Arial" w:hAnsi="Arial"/>
          <w:lang w:val="fr-FR"/>
        </w:rPr>
        <w:t>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702E8F">
        <w:rPr>
          <w:rFonts w:ascii="Arial" w:hAnsi="Arial"/>
          <w:lang w:val="fr-FR"/>
        </w:rPr>
        <w:t xml:space="preserve">,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et les anneaux design sont en </w:t>
      </w:r>
      <w:r>
        <w:rPr>
          <w:rFonts w:ascii="Arial" w:hAnsi="Arial"/>
          <w:lang w:val="fr-FR"/>
        </w:rPr>
        <w:t>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326654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930EF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AF20C0" w:rsidRDefault="00E76B53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0888501" wp14:editId="0063388E">
                  <wp:extent cx="1984375" cy="178181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E76B53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7ABC0EF" wp14:editId="53156A70">
                  <wp:extent cx="1985010" cy="15411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E76B53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6D7752" wp14:editId="15875CAF">
                  <wp:extent cx="955985" cy="1603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51" cy="161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4" w:name="_Hlk39656079"/>
      <w:bookmarkEnd w:id="3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touches en couleur blanc brillant</w:t>
      </w:r>
    </w:p>
    <w:bookmarkEnd w:id="4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930EF7">
        <w:rPr>
          <w:rFonts w:ascii="Arial" w:hAnsi="Arial" w:cs="Arial"/>
          <w:lang w:val="fr-BE"/>
        </w:rPr>
        <w:t>3</w:t>
      </w:r>
      <w:r>
        <w:rPr>
          <w:rFonts w:ascii="Arial" w:hAnsi="Arial" w:cs="Arial"/>
          <w:lang w:val="fr-BE"/>
        </w:rPr>
        <w:t xml:space="preserve"> 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:rsidR="00373877" w:rsidRPr="000E3C0B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373877" w:rsidRPr="000E3C0B" w:rsidTr="00940EFF">
        <w:tc>
          <w:tcPr>
            <w:tcW w:w="10026" w:type="dxa"/>
          </w:tcPr>
          <w:p w:rsidR="00373877" w:rsidRPr="0037387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373877">
              <w:rPr>
                <w:rFonts w:ascii="Arial" w:hAnsi="Arial" w:cs="Arial"/>
                <w:b/>
                <w:bCs/>
                <w:color w:val="0070C0"/>
                <w:lang w:val="fr-FR"/>
              </w:rPr>
              <w:t>Plaque et touches de r</w:t>
            </w:r>
            <w:r>
              <w:rPr>
                <w:rFonts w:ascii="Arial" w:hAnsi="Arial" w:cs="Arial"/>
                <w:b/>
                <w:bCs/>
                <w:color w:val="0070C0"/>
                <w:lang w:val="fr-FR"/>
              </w:rPr>
              <w:t>inçage</w:t>
            </w:r>
          </w:p>
        </w:tc>
      </w:tr>
      <w:tr w:rsidR="00373877" w:rsidRPr="000E5167" w:rsidTr="00940EFF">
        <w:tc>
          <w:tcPr>
            <w:tcW w:w="10026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>mat</w:t>
            </w:r>
          </w:p>
        </w:tc>
      </w:tr>
      <w:tr w:rsidR="00373877" w:rsidRPr="000E5167" w:rsidTr="00940EFF">
        <w:tc>
          <w:tcPr>
            <w:tcW w:w="10026" w:type="dxa"/>
          </w:tcPr>
          <w:p w:rsid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 xml:space="preserve">special </w:t>
            </w:r>
            <w:proofErr w:type="spellStart"/>
            <w:r w:rsidR="00373877">
              <w:rPr>
                <w:rFonts w:ascii="Arial" w:hAnsi="Arial" w:cs="Arial"/>
                <w:color w:val="0070C0"/>
                <w:lang w:val="en-US"/>
              </w:rPr>
              <w:t>galvanis</w:t>
            </w:r>
            <w:r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foncé</w:t>
            </w:r>
            <w:proofErr w:type="spellEnd"/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RAL 9005</w:t>
            </w:r>
          </w:p>
        </w:tc>
      </w:tr>
      <w:tr w:rsidR="00373877" w:rsidRPr="000E3C0B" w:rsidTr="00940EFF">
        <w:tc>
          <w:tcPr>
            <w:tcW w:w="10026" w:type="dxa"/>
          </w:tcPr>
          <w:p w:rsidR="00373877" w:rsidRP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FR"/>
              </w:rPr>
              <w:t xml:space="preserve">laqué chromé </w:t>
            </w:r>
            <w:r w:rsidR="00373877" w:rsidRPr="00373877">
              <w:rPr>
                <w:rFonts w:ascii="Arial" w:hAnsi="Arial" w:cs="Arial"/>
                <w:color w:val="0070C0"/>
                <w:lang w:val="fr-FR"/>
              </w:rPr>
              <w:t xml:space="preserve">mat, </w:t>
            </w:r>
            <w:r w:rsidR="00373877"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</w:tr>
    </w:tbl>
    <w:p w:rsidR="00373877" w:rsidRP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373877" w:rsidRPr="000E5167" w:rsidTr="00940EFF">
        <w:tc>
          <w:tcPr>
            <w:tcW w:w="5013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Touches de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</w:tr>
      <w:tr w:rsidR="00373877" w:rsidRPr="000E5167" w:rsidTr="00940EFF"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>mat</w:t>
            </w:r>
          </w:p>
        </w:tc>
      </w:tr>
    </w:tbl>
    <w:p w:rsid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373877" w:rsidRPr="000E5167" w:rsidTr="00940EFF">
        <w:tc>
          <w:tcPr>
            <w:tcW w:w="3342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342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ande touche de </w:t>
            </w:r>
            <w:proofErr w:type="spellStart"/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Petite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touche de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</w:tr>
      <w:tr w:rsidR="00373877" w:rsidRPr="000E5167" w:rsidTr="00940EFF"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jaune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vert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bleu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rouge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</w:tbl>
    <w:p w:rsid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AF20C0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p w:rsidR="00373877" w:rsidRPr="00A26729" w:rsidRDefault="0037387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373877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10C" w:rsidRDefault="00CC410C">
      <w:r>
        <w:separator/>
      </w:r>
    </w:p>
  </w:endnote>
  <w:endnote w:type="continuationSeparator" w:id="0">
    <w:p w:rsidR="00CC410C" w:rsidRDefault="00CC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10C" w:rsidRDefault="00CC410C">
      <w:r>
        <w:separator/>
      </w:r>
    </w:p>
  </w:footnote>
  <w:footnote w:type="continuationSeparator" w:id="0">
    <w:p w:rsidR="00CC410C" w:rsidRDefault="00CC4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Sigma0</w:t>
    </w:r>
    <w:r w:rsidR="00602CA3">
      <w:rPr>
        <w:rFonts w:ascii="Arial" w:hAnsi="Arial" w:cs="Arial"/>
        <w:b/>
        <w:bCs/>
        <w:lang w:val="fr-FR"/>
      </w:rPr>
      <w:t>1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4EC4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3C0B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5C2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3877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2FA9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6D66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2CA3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0560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0EF7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19C7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3433"/>
    <w:rsid w:val="00CB493A"/>
    <w:rsid w:val="00CB683B"/>
    <w:rsid w:val="00CB6D62"/>
    <w:rsid w:val="00CB7793"/>
    <w:rsid w:val="00CC29D1"/>
    <w:rsid w:val="00CC410C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6B53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65FAAD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1F9A75B-E3B6-4A80-BC4A-4C842987E10A}"/>
</file>

<file path=customXml/itemProps2.xml><?xml version="1.0" encoding="utf-8"?>
<ds:datastoreItem xmlns:ds="http://schemas.openxmlformats.org/officeDocument/2006/customXml" ds:itemID="{6427D57F-5C1D-4467-BD1B-B05BEBBB4357}"/>
</file>

<file path=customXml/itemProps3.xml><?xml version="1.0" encoding="utf-8"?>
<ds:datastoreItem xmlns:ds="http://schemas.openxmlformats.org/officeDocument/2006/customXml" ds:itemID="{03211170-2C34-472B-925D-05121661F70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2020-05-06T14:16:00Z</dcterms:created>
  <dcterms:modified xsi:type="dcterms:W3CDTF">2020-05-07T08:36:00Z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